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7" w:rightFromText="187" w:vertAnchor="page" w:horzAnchor="margin" w:tblpXSpec="center" w:tblpY="721"/>
        <w:tblW w:w="0" w:type="auto"/>
        <w:tblLook w:val="04A0"/>
      </w:tblPr>
      <w:tblGrid>
        <w:gridCol w:w="5616"/>
        <w:gridCol w:w="360"/>
        <w:gridCol w:w="5616"/>
      </w:tblGrid>
      <w:tr w:rsidR="007B3681" w:rsidRPr="00846B99" w:rsidTr="006C2CA4">
        <w:trPr>
          <w:trHeight w:val="2851"/>
        </w:trPr>
        <w:tc>
          <w:tcPr>
            <w:tcW w:w="5616" w:type="dxa"/>
          </w:tcPr>
          <w:p w:rsidR="00A1392F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</w:p>
          <w:p w:rsidR="007B3681" w:rsidRPr="00846B99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Q1: </w:t>
            </w:r>
            <w:r w:rsidR="00846B99">
              <w:rPr>
                <w:sz w:val="44"/>
                <w:szCs w:val="44"/>
              </w:rPr>
              <w:t xml:space="preserve">What is the pH Scale? </w:t>
            </w:r>
          </w:p>
        </w:tc>
        <w:tc>
          <w:tcPr>
            <w:tcW w:w="360" w:type="dxa"/>
          </w:tcPr>
          <w:p w:rsidR="007B3681" w:rsidRPr="00846B99" w:rsidRDefault="007B3681" w:rsidP="006C2CA4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B3681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A1392F" w:rsidRDefault="00A1392F" w:rsidP="00A1392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Q6: As acids become more acidic, their pH values</w:t>
            </w:r>
          </w:p>
          <w:p w:rsidR="00A1392F" w:rsidRDefault="00A1392F" w:rsidP="00A1392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</w:t>
            </w:r>
          </w:p>
          <w:p w:rsidR="00A1392F" w:rsidRPr="00846B99" w:rsidRDefault="00A1392F" w:rsidP="00A1392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increase or decrease?   </w:t>
            </w:r>
          </w:p>
        </w:tc>
      </w:tr>
      <w:tr w:rsidR="007B3681" w:rsidRPr="00846B99" w:rsidTr="006C2CA4">
        <w:trPr>
          <w:trHeight w:val="2851"/>
        </w:trPr>
        <w:tc>
          <w:tcPr>
            <w:tcW w:w="5616" w:type="dxa"/>
          </w:tcPr>
          <w:p w:rsidR="007B3681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</w:p>
          <w:p w:rsidR="00A1392F" w:rsidRPr="00846B99" w:rsidRDefault="00A1392F" w:rsidP="00A1392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Q2: The range of values of the pH scale is:  </w:t>
            </w:r>
          </w:p>
        </w:tc>
        <w:tc>
          <w:tcPr>
            <w:tcW w:w="360" w:type="dxa"/>
          </w:tcPr>
          <w:p w:rsidR="007B3681" w:rsidRPr="00846B99" w:rsidRDefault="007B3681" w:rsidP="006C2CA4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B3681" w:rsidRDefault="007B3681" w:rsidP="006C2CA4">
            <w:pPr>
              <w:rPr>
                <w:sz w:val="44"/>
                <w:szCs w:val="44"/>
              </w:rPr>
            </w:pPr>
          </w:p>
          <w:p w:rsidR="00A1392F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Q7: As bases become more</w:t>
            </w:r>
          </w:p>
          <w:p w:rsidR="00A1392F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alkaline, their pH values</w:t>
            </w:r>
          </w:p>
          <w:p w:rsidR="00A1392F" w:rsidRDefault="00A1392F" w:rsidP="006C2CA4">
            <w:pPr>
              <w:rPr>
                <w:sz w:val="44"/>
                <w:szCs w:val="44"/>
              </w:rPr>
            </w:pPr>
          </w:p>
          <w:p w:rsidR="00A1392F" w:rsidRPr="00846B99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 increase or decrease?</w:t>
            </w:r>
          </w:p>
        </w:tc>
      </w:tr>
      <w:tr w:rsidR="007B3681" w:rsidRPr="00846B99" w:rsidTr="006C2CA4">
        <w:trPr>
          <w:trHeight w:val="2851"/>
        </w:trPr>
        <w:tc>
          <w:tcPr>
            <w:tcW w:w="5616" w:type="dxa"/>
          </w:tcPr>
          <w:p w:rsidR="007B3681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</w:t>
            </w:r>
          </w:p>
          <w:p w:rsidR="00A1392F" w:rsidRPr="00846B99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Q3: The range of values for acids on the pH scale is:</w:t>
            </w:r>
          </w:p>
        </w:tc>
        <w:tc>
          <w:tcPr>
            <w:tcW w:w="360" w:type="dxa"/>
          </w:tcPr>
          <w:p w:rsidR="007B3681" w:rsidRPr="00846B99" w:rsidRDefault="007B3681" w:rsidP="006C2CA4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B3681" w:rsidRDefault="007B3681" w:rsidP="006C2CA4">
            <w:pPr>
              <w:rPr>
                <w:sz w:val="44"/>
                <w:szCs w:val="44"/>
              </w:rPr>
            </w:pPr>
          </w:p>
          <w:p w:rsidR="00A1392F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Q8:  The pH scale is a </w:t>
            </w:r>
          </w:p>
          <w:p w:rsidR="00A1392F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____ scale meaning </w:t>
            </w:r>
            <w:r w:rsidR="000F68CD">
              <w:rPr>
                <w:sz w:val="44"/>
                <w:szCs w:val="44"/>
              </w:rPr>
              <w:t xml:space="preserve">it is   </w:t>
            </w:r>
          </w:p>
          <w:p w:rsidR="000F68CD" w:rsidRPr="00846B99" w:rsidRDefault="000F68CD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base 10.</w:t>
            </w:r>
          </w:p>
        </w:tc>
      </w:tr>
      <w:tr w:rsidR="007B3681" w:rsidRPr="00846B99" w:rsidTr="006C2CA4">
        <w:trPr>
          <w:trHeight w:val="2851"/>
        </w:trPr>
        <w:tc>
          <w:tcPr>
            <w:tcW w:w="5616" w:type="dxa"/>
          </w:tcPr>
          <w:p w:rsidR="007B3681" w:rsidRDefault="007B3681" w:rsidP="006C2CA4">
            <w:pPr>
              <w:rPr>
                <w:sz w:val="44"/>
                <w:szCs w:val="44"/>
              </w:rPr>
            </w:pPr>
          </w:p>
          <w:p w:rsidR="00A1392F" w:rsidRPr="00846B99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Q4: The range of values for bases on the pH scale is: </w:t>
            </w:r>
          </w:p>
        </w:tc>
        <w:tc>
          <w:tcPr>
            <w:tcW w:w="360" w:type="dxa"/>
          </w:tcPr>
          <w:p w:rsidR="007B3681" w:rsidRPr="00846B99" w:rsidRDefault="007B3681" w:rsidP="006C2CA4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B3681" w:rsidRDefault="007B3681" w:rsidP="006C2CA4">
            <w:pPr>
              <w:rPr>
                <w:sz w:val="44"/>
                <w:szCs w:val="44"/>
              </w:rPr>
            </w:pPr>
          </w:p>
          <w:p w:rsidR="000F68CD" w:rsidRPr="00846B99" w:rsidRDefault="000F68CD" w:rsidP="000F68C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Q9: Which is more acidic: pH=1 or pH=3?</w:t>
            </w:r>
          </w:p>
          <w:p w:rsidR="000F68CD" w:rsidRPr="00846B99" w:rsidRDefault="000F68CD" w:rsidP="006C2CA4">
            <w:pPr>
              <w:rPr>
                <w:sz w:val="44"/>
                <w:szCs w:val="44"/>
              </w:rPr>
            </w:pPr>
          </w:p>
        </w:tc>
      </w:tr>
      <w:tr w:rsidR="007B3681" w:rsidRPr="00846B99" w:rsidTr="006C2CA4">
        <w:trPr>
          <w:trHeight w:val="2851"/>
        </w:trPr>
        <w:tc>
          <w:tcPr>
            <w:tcW w:w="5616" w:type="dxa"/>
          </w:tcPr>
          <w:p w:rsidR="007B3681" w:rsidRDefault="007B3681" w:rsidP="006C2CA4">
            <w:pPr>
              <w:rPr>
                <w:sz w:val="44"/>
                <w:szCs w:val="44"/>
              </w:rPr>
            </w:pPr>
          </w:p>
          <w:p w:rsidR="00A1392F" w:rsidRPr="00846B99" w:rsidRDefault="00A1392F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Q5: The pH value for a neutral substance is: </w:t>
            </w:r>
          </w:p>
        </w:tc>
        <w:tc>
          <w:tcPr>
            <w:tcW w:w="360" w:type="dxa"/>
          </w:tcPr>
          <w:p w:rsidR="007B3681" w:rsidRPr="00846B99" w:rsidRDefault="007B3681" w:rsidP="006C2CA4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B3681" w:rsidRDefault="007B3681" w:rsidP="006C2CA4">
            <w:pPr>
              <w:rPr>
                <w:sz w:val="44"/>
                <w:szCs w:val="44"/>
              </w:rPr>
            </w:pPr>
          </w:p>
          <w:p w:rsidR="000F68CD" w:rsidRDefault="000F68CD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Q10: Which is more basic:</w:t>
            </w:r>
          </w:p>
          <w:p w:rsidR="000F68CD" w:rsidRPr="00846B99" w:rsidRDefault="000F68CD" w:rsidP="006C2CA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pH=8 or pH=11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A1392F">
            <w:pPr>
              <w:rPr>
                <w:sz w:val="44"/>
                <w:szCs w:val="44"/>
              </w:rPr>
            </w:pPr>
          </w:p>
          <w:p w:rsidR="000F68CD" w:rsidRPr="00846B99" w:rsidRDefault="000F68CD" w:rsidP="00A1392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A6: decrease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1392F" w:rsidRDefault="00A1392F" w:rsidP="00A1392F">
            <w:pPr>
              <w:rPr>
                <w:sz w:val="44"/>
                <w:szCs w:val="44"/>
              </w:rPr>
            </w:pPr>
          </w:p>
          <w:p w:rsidR="00A62634" w:rsidRPr="00846B99" w:rsidRDefault="00013F66" w:rsidP="00A1392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</w:t>
            </w:r>
            <w:r w:rsidR="00A1392F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 xml:space="preserve">: </w:t>
            </w:r>
            <w:r w:rsidR="00A1392F">
              <w:rPr>
                <w:sz w:val="44"/>
                <w:szCs w:val="44"/>
              </w:rPr>
              <w:t>number line that assigns number values from 0 to 14 to acids and bases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</w:t>
            </w:r>
          </w:p>
          <w:p w:rsidR="000F68CD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A7: increase</w:t>
            </w: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A2: 0 to 14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A8: logarithmic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A3: Below 7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0F68C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A9: pH=1, lower value is more acidic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A4: Above 7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A10: pH=11, greater value is more basic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A5: 7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Q11: How many times more acidic is pH=2 than pH=4?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Q17: Examples of basic substances are: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0F68CD" w:rsidRDefault="000F68CD" w:rsidP="00CE65A3">
            <w:pPr>
              <w:rPr>
                <w:sz w:val="44"/>
                <w:szCs w:val="44"/>
              </w:rPr>
            </w:pPr>
          </w:p>
          <w:p w:rsidR="00A62634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Q12: Acidic substances taste:</w:t>
            </w: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Q18: Two examples of indicators are: 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Q13: Basic (or alkaline) substances taste: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Q19: Pure water has a pH of: 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Q15: What is an indicator?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Q20: In acids, litmus paper turns from ____ to ____ in color.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0F68CD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</w:t>
            </w:r>
          </w:p>
          <w:p w:rsidR="00A62634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Q16: Examples of acidic substances are: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0F68C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Q21: In bases, litmus paper turns from ____ to ____ in color.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F01E6E" w:rsidRPr="00846B99" w:rsidRDefault="00F01E6E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A17: cleaning products, drain cleaner, ammonia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A11: pH=2  is 100 times (or 10</w:t>
            </w:r>
            <w:r w:rsidRPr="000F68CD">
              <w:rPr>
                <w:sz w:val="44"/>
                <w:szCs w:val="44"/>
                <w:vertAlign w:val="superscript"/>
              </w:rPr>
              <w:t>2</w:t>
            </w:r>
            <w:r>
              <w:rPr>
                <w:sz w:val="44"/>
                <w:szCs w:val="44"/>
              </w:rPr>
              <w:t>) more acidic than pH=4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F01E6E" w:rsidRDefault="00F01E6E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A18: cabbage juice, </w:t>
            </w:r>
          </w:p>
          <w:p w:rsidR="00F01E6E" w:rsidRPr="00846B99" w:rsidRDefault="00F01E6E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litmus paper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A12: sour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F01E6E" w:rsidRPr="00846B99" w:rsidRDefault="00F01E6E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A19: 7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A13: bitter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F01E6E" w:rsidRPr="00846B99" w:rsidRDefault="00F01E6E" w:rsidP="009D568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A20: </w:t>
            </w:r>
            <w:r w:rsidR="009D568D">
              <w:rPr>
                <w:sz w:val="44"/>
                <w:szCs w:val="44"/>
              </w:rPr>
              <w:t>blue to red</w:t>
            </w:r>
            <w:r>
              <w:rPr>
                <w:sz w:val="44"/>
                <w:szCs w:val="44"/>
              </w:rPr>
              <w:t xml:space="preserve">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846B99" w:rsidRDefault="000F68CD" w:rsidP="000F68C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A15: substances that change color when they come into contact with acids and bases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F01E6E" w:rsidRPr="00846B99" w:rsidRDefault="00F01E6E" w:rsidP="009D568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A21: </w:t>
            </w:r>
            <w:r w:rsidR="009D568D">
              <w:rPr>
                <w:sz w:val="44"/>
                <w:szCs w:val="44"/>
              </w:rPr>
              <w:t>red to blue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0F68CD" w:rsidRPr="000F68CD" w:rsidRDefault="000F68CD" w:rsidP="00CE65A3">
            <w:pPr>
              <w:rPr>
                <w:sz w:val="36"/>
                <w:szCs w:val="36"/>
              </w:rPr>
            </w:pPr>
            <w:r>
              <w:rPr>
                <w:sz w:val="44"/>
                <w:szCs w:val="44"/>
              </w:rPr>
              <w:t xml:space="preserve"> A16: </w:t>
            </w:r>
            <w:r>
              <w:rPr>
                <w:sz w:val="36"/>
                <w:szCs w:val="36"/>
              </w:rPr>
              <w:t xml:space="preserve">stomach acid, lemon juice, vinegar, </w:t>
            </w:r>
            <w:r w:rsidR="00F01E6E">
              <w:rPr>
                <w:sz w:val="36"/>
                <w:szCs w:val="36"/>
              </w:rPr>
              <w:t>sour foods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E946B3" w:rsidRDefault="00E946B3" w:rsidP="00CE65A3">
            <w:pPr>
              <w:rPr>
                <w:sz w:val="44"/>
                <w:szCs w:val="44"/>
              </w:rPr>
            </w:pPr>
          </w:p>
          <w:p w:rsidR="00A62634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Q22: The acid found in the stomach is: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Q27: The name of OH</w:t>
            </w:r>
            <w:r w:rsidRPr="00E946B3">
              <w:rPr>
                <w:sz w:val="56"/>
                <w:szCs w:val="56"/>
                <w:vertAlign w:val="superscript"/>
              </w:rPr>
              <w:t>-</w:t>
            </w:r>
            <w:r>
              <w:rPr>
                <w:sz w:val="44"/>
                <w:szCs w:val="44"/>
              </w:rPr>
              <w:t xml:space="preserve"> is: 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Q23: What does “dissociate” mean?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E946B3" w:rsidRPr="00E946B3" w:rsidRDefault="00E946B3" w:rsidP="00CE65A3">
            <w:pPr>
              <w:rPr>
                <w:sz w:val="32"/>
                <w:szCs w:val="32"/>
              </w:rPr>
            </w:pPr>
            <w:r>
              <w:rPr>
                <w:sz w:val="44"/>
                <w:szCs w:val="44"/>
              </w:rPr>
              <w:t xml:space="preserve">  Q28: What is an Arrhenius acid?  </w:t>
            </w:r>
            <w:r>
              <w:rPr>
                <w:sz w:val="32"/>
                <w:szCs w:val="32"/>
              </w:rPr>
              <w:t xml:space="preserve">(What does it contribute to a solution?) 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Q24: The chemical formulas of acids contain: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Q29: What is an Arrhenius base?  </w:t>
            </w:r>
            <w:r>
              <w:rPr>
                <w:sz w:val="32"/>
                <w:szCs w:val="32"/>
              </w:rPr>
              <w:t>(What does it contribute to a solution?)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Q25: The chemical formulas of bases contain: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Q30: What is a Bronsted-Lowry acid? </w:t>
            </w:r>
          </w:p>
        </w:tc>
      </w:tr>
      <w:tr w:rsidR="00A62634" w:rsidRPr="00846B99" w:rsidTr="00CE65A3">
        <w:trPr>
          <w:trHeight w:val="2851"/>
        </w:trPr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Q26: The formula for hydroxide is: </w:t>
            </w:r>
          </w:p>
        </w:tc>
        <w:tc>
          <w:tcPr>
            <w:tcW w:w="360" w:type="dxa"/>
          </w:tcPr>
          <w:p w:rsidR="00A62634" w:rsidRPr="00846B99" w:rsidRDefault="00A62634" w:rsidP="00CE65A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A62634" w:rsidRDefault="00A62634" w:rsidP="00CE65A3">
            <w:pPr>
              <w:rPr>
                <w:sz w:val="44"/>
                <w:szCs w:val="44"/>
              </w:rPr>
            </w:pPr>
          </w:p>
          <w:p w:rsidR="00E946B3" w:rsidRPr="00846B99" w:rsidRDefault="00E946B3" w:rsidP="00CE65A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Q31: What is a Bronsted-Lowry base?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E946B3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lastRenderedPageBreak/>
              <w:t xml:space="preserve"> </w:t>
            </w:r>
          </w:p>
          <w:p w:rsidR="003E41D6" w:rsidRPr="00846B99" w:rsidRDefault="00E946B3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E946B3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A27: hydroxide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3E41D6" w:rsidRDefault="003E41D6" w:rsidP="003E41D6">
            <w:pPr>
              <w:rPr>
                <w:sz w:val="44"/>
                <w:szCs w:val="44"/>
              </w:rPr>
            </w:pPr>
          </w:p>
          <w:p w:rsidR="003E41D6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A22: hydrochloric acid </w:t>
            </w:r>
          </w:p>
          <w:p w:rsidR="00E946B3" w:rsidRPr="00846B99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or HCl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E946B3" w:rsidRPr="00846B99" w:rsidRDefault="00E946B3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</w:t>
            </w:r>
            <w:r w:rsidR="003E41D6">
              <w:rPr>
                <w:sz w:val="44"/>
                <w:szCs w:val="44"/>
              </w:rPr>
              <w:t xml:space="preserve"> A28: adds hydrogen ions, H</w:t>
            </w:r>
            <w:r w:rsidR="003E41D6" w:rsidRPr="00E946B3">
              <w:rPr>
                <w:sz w:val="44"/>
                <w:szCs w:val="44"/>
                <w:vertAlign w:val="superscript"/>
              </w:rPr>
              <w:t>+</w:t>
            </w:r>
            <w:r w:rsidR="003E41D6">
              <w:rPr>
                <w:sz w:val="44"/>
                <w:szCs w:val="44"/>
              </w:rPr>
              <w:t>, to aqueous solution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A23: to break apart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E946B3" w:rsidRDefault="00E946B3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3E41D6" w:rsidRPr="00846B99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A29: adds hydroxide ions, OH</w:t>
            </w:r>
            <w:r w:rsidRPr="00E946B3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</w:rPr>
              <w:t>, to aqueous solution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A24: Hydrogen ions (H</w:t>
            </w:r>
            <w:r w:rsidRPr="00E946B3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)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3E41D6" w:rsidRPr="00846B99" w:rsidRDefault="00E946B3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</w:t>
            </w:r>
          </w:p>
          <w:p w:rsidR="003E41D6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A30: proton donor </w:t>
            </w:r>
          </w:p>
          <w:p w:rsidR="00E946B3" w:rsidRPr="00846B99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(A proton is H</w:t>
            </w:r>
            <w:r w:rsidRPr="00E946B3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)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A25: Hydroxide ions </w:t>
            </w:r>
          </w:p>
          <w:p w:rsidR="003E41D6" w:rsidRPr="00846B99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(OH</w:t>
            </w:r>
            <w:r w:rsidRPr="00E946B3">
              <w:rPr>
                <w:sz w:val="48"/>
                <w:szCs w:val="48"/>
                <w:vertAlign w:val="superscript"/>
              </w:rPr>
              <w:t>-</w:t>
            </w:r>
            <w:r>
              <w:rPr>
                <w:sz w:val="44"/>
                <w:szCs w:val="44"/>
              </w:rPr>
              <w:t>)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3E41D6" w:rsidRDefault="00E946B3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</w:t>
            </w:r>
            <w:r w:rsidR="003E41D6">
              <w:rPr>
                <w:sz w:val="44"/>
                <w:szCs w:val="44"/>
              </w:rPr>
              <w:t xml:space="preserve"> A31: proton acceptor</w:t>
            </w:r>
          </w:p>
          <w:p w:rsidR="00E946B3" w:rsidRPr="00846B99" w:rsidRDefault="003E41D6" w:rsidP="003E41D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(A proton is H</w:t>
            </w:r>
            <w:r w:rsidRPr="00E946B3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)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Default="003E41D6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A26:  OH</w:t>
            </w:r>
            <w:r w:rsidRPr="00E946B3">
              <w:rPr>
                <w:sz w:val="48"/>
                <w:szCs w:val="48"/>
                <w:vertAlign w:val="superscript"/>
              </w:rPr>
              <w:t>-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E946B3" w:rsidRPr="00846B99" w:rsidRDefault="00E946B3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Q32: _____ acids and bases dissociate completely.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Q37: Is lithium hydroxide an acid or a base?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E946B3" w:rsidRPr="00846B99" w:rsidRDefault="00E946B3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Q33: ____ acids and bases dissociate partially. 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Q38: Is acetic acid (vinegar) a strong or weak acid?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E946B3" w:rsidRPr="00846B99" w:rsidRDefault="00E946B3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Q34: Is H</w:t>
            </w:r>
            <w:r w:rsidRPr="00E946B3">
              <w:rPr>
                <w:sz w:val="44"/>
                <w:szCs w:val="44"/>
                <w:vertAlign w:val="subscript"/>
              </w:rPr>
              <w:t>2</w:t>
            </w:r>
            <w:r>
              <w:rPr>
                <w:sz w:val="44"/>
                <w:szCs w:val="44"/>
              </w:rPr>
              <w:t>SO</w:t>
            </w:r>
            <w:r w:rsidRPr="00E946B3">
              <w:rPr>
                <w:sz w:val="44"/>
                <w:szCs w:val="44"/>
                <w:vertAlign w:val="subscript"/>
              </w:rPr>
              <w:t>4</w:t>
            </w:r>
            <w:r>
              <w:rPr>
                <w:sz w:val="44"/>
                <w:szCs w:val="44"/>
              </w:rPr>
              <w:t xml:space="preserve"> an acid or base?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Q39: Is ammonia, NH</w:t>
            </w:r>
            <w:r w:rsidRPr="00E946B3">
              <w:rPr>
                <w:sz w:val="44"/>
                <w:szCs w:val="44"/>
                <w:vertAlign w:val="subscript"/>
              </w:rPr>
              <w:t>3</w:t>
            </w:r>
            <w:r>
              <w:rPr>
                <w:sz w:val="44"/>
                <w:szCs w:val="44"/>
              </w:rPr>
              <w:t>, a strong or weak base?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E946B3" w:rsidRPr="00846B99" w:rsidRDefault="00E946B3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Q35: Is NaOH an acid or base? 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Pr="00846B99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Q40: Is hydrochloric acid (stomach acid, HCl) a strong or weak acid?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E946B3" w:rsidRPr="00846B99" w:rsidRDefault="00A47F94" w:rsidP="00A47F94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4445</wp:posOffset>
                  </wp:positionV>
                  <wp:extent cx="1333500" cy="1609725"/>
                  <wp:effectExtent l="19050" t="0" r="0" b="0"/>
                  <wp:wrapTight wrapText="bothSides">
                    <wp:wrapPolygon edited="0">
                      <wp:start x="-309" y="0"/>
                      <wp:lineTo x="-309" y="21472"/>
                      <wp:lineTo x="21600" y="21472"/>
                      <wp:lineTo x="21600" y="0"/>
                      <wp:lineTo x="-309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46B3">
              <w:rPr>
                <w:sz w:val="44"/>
                <w:szCs w:val="44"/>
              </w:rPr>
              <w:t xml:space="preserve">Q36: </w:t>
            </w:r>
            <w:r>
              <w:rPr>
                <w:sz w:val="44"/>
                <w:szCs w:val="44"/>
              </w:rPr>
              <w:t>Strong or weak acid?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E946B3" w:rsidRDefault="00E946B3" w:rsidP="001012E3">
            <w:pPr>
              <w:rPr>
                <w:sz w:val="44"/>
                <w:szCs w:val="44"/>
              </w:rPr>
            </w:pPr>
          </w:p>
          <w:p w:rsidR="003E41D6" w:rsidRDefault="003E41D6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Q41: Strong or weak acid?</w:t>
            </w:r>
          </w:p>
          <w:p w:rsidR="003E41D6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-665480</wp:posOffset>
                  </wp:positionV>
                  <wp:extent cx="1304925" cy="1609725"/>
                  <wp:effectExtent l="19050" t="0" r="9525" b="0"/>
                  <wp:wrapTight wrapText="bothSides">
                    <wp:wrapPolygon edited="0">
                      <wp:start x="-315" y="0"/>
                      <wp:lineTo x="-315" y="21472"/>
                      <wp:lineTo x="21758" y="21472"/>
                      <wp:lineTo x="21758" y="0"/>
                      <wp:lineTo x="-315" y="0"/>
                    </wp:wrapPolygon>
                  </wp:wrapTight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A37: Base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A32: Strong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A38: Weak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A33: Weak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A39: weak base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A34: Acid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A40: strong acid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A35: Base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893D71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404D7E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A41: strong acid, dissociated completely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93D71" w:rsidRPr="00846B99" w:rsidRDefault="00893D7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A36: Weak, dissociated partially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8645E4" w:rsidRPr="00846B99" w:rsidRDefault="005B7E6F" w:rsidP="0069319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Q42: </w:t>
            </w:r>
            <w:r w:rsidR="00693198">
              <w:rPr>
                <w:sz w:val="44"/>
                <w:szCs w:val="44"/>
              </w:rPr>
              <w:t>Which is a stronger acid: 1.0M H</w:t>
            </w:r>
            <w:r w:rsidR="00693198" w:rsidRPr="00693198">
              <w:rPr>
                <w:sz w:val="44"/>
                <w:szCs w:val="44"/>
                <w:vertAlign w:val="subscript"/>
              </w:rPr>
              <w:t>2</w:t>
            </w:r>
            <w:r w:rsidR="00693198">
              <w:rPr>
                <w:sz w:val="44"/>
                <w:szCs w:val="44"/>
              </w:rPr>
              <w:t>SO</w:t>
            </w:r>
            <w:r w:rsidR="00693198" w:rsidRPr="00693198">
              <w:rPr>
                <w:sz w:val="44"/>
                <w:szCs w:val="44"/>
                <w:vertAlign w:val="subscript"/>
              </w:rPr>
              <w:t>4</w:t>
            </w:r>
            <w:r w:rsidR="00693198">
              <w:rPr>
                <w:sz w:val="44"/>
                <w:szCs w:val="44"/>
              </w:rPr>
              <w:t>, H</w:t>
            </w:r>
            <w:r w:rsidR="00693198" w:rsidRPr="00693198">
              <w:rPr>
                <w:sz w:val="44"/>
                <w:szCs w:val="44"/>
                <w:vertAlign w:val="subscript"/>
              </w:rPr>
              <w:t>3</w:t>
            </w:r>
            <w:r w:rsidR="00693198">
              <w:rPr>
                <w:sz w:val="44"/>
                <w:szCs w:val="44"/>
              </w:rPr>
              <w:t>PO</w:t>
            </w:r>
            <w:r w:rsidR="00693198" w:rsidRPr="00693198">
              <w:rPr>
                <w:sz w:val="44"/>
                <w:szCs w:val="44"/>
                <w:vertAlign w:val="subscript"/>
              </w:rPr>
              <w:t>4</w:t>
            </w:r>
            <w:r w:rsidR="00693198">
              <w:rPr>
                <w:sz w:val="44"/>
                <w:szCs w:val="44"/>
              </w:rPr>
              <w:t xml:space="preserve">, or HCl? </w:t>
            </w:r>
            <w:r>
              <w:rPr>
                <w:sz w:val="44"/>
                <w:szCs w:val="44"/>
              </w:rPr>
              <w:t xml:space="preserve"> 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Q47: </w:t>
            </w:r>
          </w:p>
          <w:p w:rsidR="000477A8" w:rsidRDefault="000477A8" w:rsidP="001012E3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 xml:space="preserve">     If [H</w:t>
            </w:r>
            <w:r w:rsidRPr="00B849FE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]= 1.0 x 10</w:t>
            </w:r>
            <w:r w:rsidRPr="000477A8">
              <w:rPr>
                <w:sz w:val="44"/>
                <w:szCs w:val="44"/>
                <w:vertAlign w:val="superscript"/>
              </w:rPr>
              <w:t>-5</w:t>
            </w:r>
          </w:p>
          <w:p w:rsidR="000477A8" w:rsidRP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pH = ?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5B7E6F" w:rsidRPr="00846B99" w:rsidRDefault="005B7E6F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Q43: </w:t>
            </w:r>
            <w:r w:rsidR="001F04BC">
              <w:rPr>
                <w:sz w:val="44"/>
                <w:szCs w:val="44"/>
              </w:rPr>
              <w:t>Do acids have a higher concentration of H</w:t>
            </w:r>
            <w:r w:rsidR="001F04BC" w:rsidRPr="001F04BC">
              <w:rPr>
                <w:sz w:val="44"/>
                <w:szCs w:val="44"/>
                <w:vertAlign w:val="superscript"/>
              </w:rPr>
              <w:t>+</w:t>
            </w:r>
            <w:r w:rsidR="001F04BC">
              <w:rPr>
                <w:sz w:val="44"/>
                <w:szCs w:val="44"/>
              </w:rPr>
              <w:t xml:space="preserve"> or OH</w:t>
            </w:r>
            <w:r w:rsidR="001F04BC" w:rsidRPr="001F04BC">
              <w:rPr>
                <w:sz w:val="44"/>
                <w:szCs w:val="44"/>
                <w:vertAlign w:val="superscript"/>
              </w:rPr>
              <w:t>-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Q48: </w:t>
            </w:r>
          </w:p>
          <w:p w:rsidR="000477A8" w:rsidRDefault="000477A8" w:rsidP="000477A8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 xml:space="preserve">      If [H</w:t>
            </w:r>
            <w:r w:rsidRPr="00B849FE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]= 1.0 x 10</w:t>
            </w:r>
            <w:r>
              <w:rPr>
                <w:sz w:val="44"/>
                <w:szCs w:val="44"/>
                <w:vertAlign w:val="superscript"/>
              </w:rPr>
              <w:t>-11</w:t>
            </w:r>
          </w:p>
          <w:p w:rsidR="000477A8" w:rsidRPr="00846B99" w:rsidRDefault="000477A8" w:rsidP="000477A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pH = 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1F04BC" w:rsidRDefault="001F04BC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Q44: </w:t>
            </w:r>
          </w:p>
          <w:p w:rsidR="001F04BC" w:rsidRPr="00846B99" w:rsidRDefault="001F04BC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pH = -log[ ? ]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Q49:</w:t>
            </w:r>
          </w:p>
          <w:p w:rsidR="000477A8" w:rsidRPr="00846B99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If pH=2, pOH=?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1F04BC" w:rsidRDefault="001F04BC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Q45:</w:t>
            </w:r>
          </w:p>
          <w:p w:rsidR="001F04BC" w:rsidRPr="00846B99" w:rsidRDefault="001F04BC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pOH = -log [ ? ]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Q50: </w:t>
            </w: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If [OH</w:t>
            </w:r>
            <w:r w:rsidRPr="000477A8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</w:rPr>
              <w:t>]= 1.0 x 10</w:t>
            </w:r>
            <w:r w:rsidRPr="000477A8">
              <w:rPr>
                <w:sz w:val="44"/>
                <w:szCs w:val="44"/>
                <w:vertAlign w:val="superscript"/>
              </w:rPr>
              <w:t>-2</w:t>
            </w:r>
            <w:r>
              <w:rPr>
                <w:sz w:val="44"/>
                <w:szCs w:val="44"/>
              </w:rPr>
              <w:t xml:space="preserve">, </w:t>
            </w:r>
          </w:p>
          <w:p w:rsidR="000477A8" w:rsidRPr="00846B99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[H</w:t>
            </w:r>
            <w:r w:rsidRPr="000477A8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]=?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Q46: pH + pOH = </w:t>
            </w:r>
          </w:p>
          <w:p w:rsidR="000477A8" w:rsidRPr="00846B99" w:rsidRDefault="000477A8" w:rsidP="001012E3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</w:p>
          <w:p w:rsidR="000477A8" w:rsidRDefault="000477A8" w:rsidP="000477A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Q51:       </w:t>
            </w:r>
          </w:p>
          <w:p w:rsidR="000477A8" w:rsidRDefault="000477A8" w:rsidP="000477A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If [OH</w:t>
            </w:r>
            <w:r w:rsidRPr="000477A8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</w:rPr>
              <w:t>]= 1.0 x 10</w:t>
            </w:r>
            <w:r w:rsidRPr="000477A8">
              <w:rPr>
                <w:sz w:val="44"/>
                <w:szCs w:val="44"/>
                <w:vertAlign w:val="superscript"/>
              </w:rPr>
              <w:t>-2</w:t>
            </w:r>
            <w:r>
              <w:rPr>
                <w:sz w:val="44"/>
                <w:szCs w:val="44"/>
              </w:rPr>
              <w:t xml:space="preserve">, </w:t>
            </w:r>
          </w:p>
          <w:p w:rsidR="000477A8" w:rsidRPr="00846B99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pOH=?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A47:</w:t>
            </w:r>
            <w:r w:rsidR="00B849FE">
              <w:rPr>
                <w:sz w:val="44"/>
                <w:szCs w:val="44"/>
              </w:rPr>
              <w:t xml:space="preserve"> 5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Default="002B2561" w:rsidP="001012E3">
            <w:pPr>
              <w:rPr>
                <w:sz w:val="40"/>
                <w:szCs w:val="40"/>
              </w:rPr>
            </w:pPr>
            <w:r>
              <w:rPr>
                <w:sz w:val="44"/>
                <w:szCs w:val="44"/>
              </w:rPr>
              <w:t>A42:</w:t>
            </w:r>
            <w:r w:rsidR="00693198">
              <w:rPr>
                <w:sz w:val="44"/>
                <w:szCs w:val="44"/>
              </w:rPr>
              <w:t xml:space="preserve"> </w:t>
            </w:r>
            <w:r w:rsidR="00693198" w:rsidRPr="00693198">
              <w:rPr>
                <w:sz w:val="40"/>
                <w:szCs w:val="40"/>
              </w:rPr>
              <w:t>The H</w:t>
            </w:r>
            <w:r w:rsidR="00693198" w:rsidRPr="00693198">
              <w:rPr>
                <w:sz w:val="40"/>
                <w:szCs w:val="40"/>
                <w:vertAlign w:val="subscript"/>
              </w:rPr>
              <w:t>3</w:t>
            </w:r>
            <w:r w:rsidR="00693198" w:rsidRPr="00693198">
              <w:rPr>
                <w:sz w:val="40"/>
                <w:szCs w:val="40"/>
              </w:rPr>
              <w:t>PO</w:t>
            </w:r>
            <w:r w:rsidR="00693198" w:rsidRPr="00693198">
              <w:rPr>
                <w:sz w:val="40"/>
                <w:szCs w:val="40"/>
                <w:vertAlign w:val="subscript"/>
              </w:rPr>
              <w:t>4</w:t>
            </w:r>
            <w:r w:rsidR="00693198" w:rsidRPr="00693198">
              <w:rPr>
                <w:sz w:val="40"/>
                <w:szCs w:val="40"/>
              </w:rPr>
              <w:t xml:space="preserve"> would have a higher concentration of [H</w:t>
            </w:r>
            <w:r w:rsidR="00693198" w:rsidRPr="00693198">
              <w:rPr>
                <w:sz w:val="40"/>
                <w:szCs w:val="40"/>
                <w:vertAlign w:val="superscript"/>
              </w:rPr>
              <w:t>+</w:t>
            </w:r>
            <w:r w:rsidR="00693198" w:rsidRPr="00693198">
              <w:rPr>
                <w:sz w:val="40"/>
                <w:szCs w:val="40"/>
              </w:rPr>
              <w:t>] and a lower pH.</w:t>
            </w:r>
          </w:p>
          <w:p w:rsidR="00693198" w:rsidRPr="00693198" w:rsidRDefault="00693198" w:rsidP="001012E3">
            <w:pPr>
              <w:rPr>
                <w:sz w:val="32"/>
                <w:szCs w:val="32"/>
              </w:rPr>
            </w:pPr>
            <w:r>
              <w:rPr>
                <w:sz w:val="40"/>
                <w:szCs w:val="40"/>
              </w:rPr>
              <w:t xml:space="preserve">  </w:t>
            </w:r>
            <w:r w:rsidRPr="00693198">
              <w:rPr>
                <w:sz w:val="32"/>
                <w:szCs w:val="32"/>
              </w:rPr>
              <w:t>(It dissociates into H</w:t>
            </w:r>
            <w:r w:rsidRPr="00693198">
              <w:rPr>
                <w:sz w:val="32"/>
                <w:szCs w:val="32"/>
                <w:vertAlign w:val="superscript"/>
              </w:rPr>
              <w:t>+</w:t>
            </w:r>
            <w:r>
              <w:rPr>
                <w:sz w:val="32"/>
                <w:szCs w:val="32"/>
              </w:rPr>
              <w:t>, H</w:t>
            </w:r>
            <w:r w:rsidRPr="00693198">
              <w:rPr>
                <w:sz w:val="32"/>
                <w:szCs w:val="32"/>
                <w:vertAlign w:val="superscript"/>
              </w:rPr>
              <w:t>+</w:t>
            </w:r>
            <w:r>
              <w:rPr>
                <w:sz w:val="32"/>
                <w:szCs w:val="32"/>
              </w:rPr>
              <w:t>, H</w:t>
            </w:r>
            <w:r w:rsidRPr="00693198">
              <w:rPr>
                <w:sz w:val="32"/>
                <w:szCs w:val="32"/>
                <w:vertAlign w:val="superscript"/>
              </w:rPr>
              <w:t>+</w:t>
            </w:r>
            <w:r>
              <w:rPr>
                <w:sz w:val="32"/>
                <w:szCs w:val="32"/>
              </w:rPr>
              <w:t>, and PO</w:t>
            </w:r>
            <w:r w:rsidRPr="00693198">
              <w:rPr>
                <w:sz w:val="32"/>
                <w:szCs w:val="32"/>
                <w:vertAlign w:val="subscript"/>
              </w:rPr>
              <w:t>4</w:t>
            </w:r>
            <w:r w:rsidRPr="00693198">
              <w:rPr>
                <w:sz w:val="32"/>
                <w:szCs w:val="32"/>
                <w:vertAlign w:val="superscript"/>
              </w:rPr>
              <w:t>3-</w:t>
            </w:r>
            <w:r>
              <w:rPr>
                <w:sz w:val="32"/>
                <w:szCs w:val="32"/>
              </w:rPr>
              <w:t>)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A48:</w:t>
            </w:r>
            <w:r w:rsidR="00B849FE">
              <w:rPr>
                <w:sz w:val="44"/>
                <w:szCs w:val="44"/>
              </w:rPr>
              <w:t xml:space="preserve"> 11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A43: </w:t>
            </w:r>
            <w:r w:rsidR="00693198">
              <w:rPr>
                <w:sz w:val="44"/>
                <w:szCs w:val="44"/>
              </w:rPr>
              <w:t>Acids have a higher concentration of H</w:t>
            </w:r>
            <w:r w:rsidR="00693198" w:rsidRPr="00693198">
              <w:rPr>
                <w:sz w:val="44"/>
                <w:szCs w:val="44"/>
                <w:vertAlign w:val="subscript"/>
              </w:rPr>
              <w:t>+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A49: </w:t>
            </w:r>
            <w:r w:rsidR="00B849FE">
              <w:rPr>
                <w:sz w:val="44"/>
                <w:szCs w:val="44"/>
              </w:rPr>
              <w:t>12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A44:</w:t>
            </w:r>
            <w:r w:rsidR="00693198">
              <w:rPr>
                <w:sz w:val="44"/>
                <w:szCs w:val="44"/>
              </w:rPr>
              <w:t xml:space="preserve"> H</w:t>
            </w:r>
            <w:r w:rsidR="00693198" w:rsidRPr="00693198">
              <w:rPr>
                <w:sz w:val="44"/>
                <w:szCs w:val="44"/>
                <w:vertAlign w:val="superscript"/>
              </w:rPr>
              <w:t>+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Default="002B2561" w:rsidP="00B849F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A50:</w:t>
            </w:r>
            <w:r w:rsidR="00B849FE">
              <w:rPr>
                <w:sz w:val="44"/>
                <w:szCs w:val="44"/>
              </w:rPr>
              <w:t xml:space="preserve">  If [OH</w:t>
            </w:r>
            <w:r w:rsidR="00B849FE" w:rsidRPr="000477A8">
              <w:rPr>
                <w:sz w:val="44"/>
                <w:szCs w:val="44"/>
                <w:vertAlign w:val="superscript"/>
              </w:rPr>
              <w:t>-</w:t>
            </w:r>
            <w:r w:rsidR="00B849FE">
              <w:rPr>
                <w:sz w:val="44"/>
                <w:szCs w:val="44"/>
              </w:rPr>
              <w:t>]= 1.0 x 10</w:t>
            </w:r>
            <w:r w:rsidR="00B849FE" w:rsidRPr="000477A8">
              <w:rPr>
                <w:sz w:val="44"/>
                <w:szCs w:val="44"/>
                <w:vertAlign w:val="superscript"/>
              </w:rPr>
              <w:t>-2</w:t>
            </w:r>
            <w:r w:rsidR="00B849FE">
              <w:rPr>
                <w:sz w:val="44"/>
                <w:szCs w:val="44"/>
              </w:rPr>
              <w:t xml:space="preserve">, </w:t>
            </w:r>
          </w:p>
          <w:p w:rsidR="00B849FE" w:rsidRDefault="00B849FE" w:rsidP="00B849FE">
            <w:pPr>
              <w:rPr>
                <w:sz w:val="44"/>
                <w:szCs w:val="44"/>
              </w:rPr>
            </w:pPr>
          </w:p>
          <w:p w:rsidR="002B2561" w:rsidRPr="00B849FE" w:rsidRDefault="00B849FE" w:rsidP="00B849FE">
            <w:pPr>
              <w:rPr>
                <w:b/>
                <w:sz w:val="44"/>
                <w:szCs w:val="44"/>
              </w:rPr>
            </w:pPr>
            <w:r w:rsidRPr="00B849FE">
              <w:rPr>
                <w:b/>
                <w:sz w:val="44"/>
                <w:szCs w:val="44"/>
              </w:rPr>
              <w:t xml:space="preserve">        [H</w:t>
            </w:r>
            <w:r w:rsidRPr="00B849FE">
              <w:rPr>
                <w:b/>
                <w:sz w:val="44"/>
                <w:szCs w:val="44"/>
                <w:vertAlign w:val="superscript"/>
              </w:rPr>
              <w:t>+</w:t>
            </w:r>
            <w:r w:rsidRPr="00B849FE">
              <w:rPr>
                <w:b/>
                <w:sz w:val="44"/>
                <w:szCs w:val="44"/>
              </w:rPr>
              <w:t>]=1.0 x 10</w:t>
            </w:r>
            <w:r w:rsidRPr="00B849FE">
              <w:rPr>
                <w:b/>
                <w:sz w:val="44"/>
                <w:szCs w:val="44"/>
                <w:vertAlign w:val="superscript"/>
              </w:rPr>
              <w:t>-1</w:t>
            </w:r>
            <w:r w:rsidR="003405B4">
              <w:rPr>
                <w:b/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A45:</w:t>
            </w:r>
            <w:r w:rsidR="00693198">
              <w:rPr>
                <w:sz w:val="44"/>
                <w:szCs w:val="44"/>
              </w:rPr>
              <w:t xml:space="preserve"> OH</w:t>
            </w:r>
            <w:r w:rsidR="00693198" w:rsidRPr="00693198">
              <w:rPr>
                <w:sz w:val="44"/>
                <w:szCs w:val="44"/>
                <w:vertAlign w:val="superscript"/>
              </w:rPr>
              <w:t>-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A51: </w:t>
            </w:r>
            <w:r w:rsidR="00B849FE">
              <w:rPr>
                <w:sz w:val="44"/>
                <w:szCs w:val="44"/>
              </w:rPr>
              <w:t>2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2B2561" w:rsidRPr="00846B99" w:rsidRDefault="002B256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A46: </w:t>
            </w:r>
            <w:r w:rsidR="00B849FE">
              <w:rPr>
                <w:sz w:val="44"/>
                <w:szCs w:val="44"/>
              </w:rPr>
              <w:t>14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477A8" w:rsidRDefault="000477A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Q52: </w:t>
            </w:r>
          </w:p>
          <w:p w:rsidR="000477A8" w:rsidRDefault="000477A8" w:rsidP="000477A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If [OH</w:t>
            </w:r>
            <w:r w:rsidRPr="000477A8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</w:rPr>
              <w:t>]= 1.0 x 10</w:t>
            </w:r>
            <w:r w:rsidRPr="000477A8">
              <w:rPr>
                <w:sz w:val="44"/>
                <w:szCs w:val="44"/>
                <w:vertAlign w:val="superscript"/>
              </w:rPr>
              <w:t>-2</w:t>
            </w:r>
            <w:r>
              <w:rPr>
                <w:sz w:val="44"/>
                <w:szCs w:val="44"/>
              </w:rPr>
              <w:t xml:space="preserve">, </w:t>
            </w:r>
          </w:p>
          <w:p w:rsidR="000477A8" w:rsidRPr="00846B99" w:rsidRDefault="000477A8" w:rsidP="000477A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pH=?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715872" w:rsidRDefault="00715872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Q57: </w:t>
            </w:r>
          </w:p>
          <w:p w:rsidR="00715872" w:rsidRDefault="0069319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Which has a higher pH:</w:t>
            </w:r>
          </w:p>
          <w:p w:rsidR="00693198" w:rsidRPr="00846B99" w:rsidRDefault="00693198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1.0M Ca(OH)</w:t>
            </w:r>
            <w:r w:rsidRPr="00693198">
              <w:rPr>
                <w:sz w:val="44"/>
                <w:szCs w:val="44"/>
                <w:vertAlign w:val="subscript"/>
              </w:rPr>
              <w:t>2</w:t>
            </w:r>
            <w:r>
              <w:rPr>
                <w:sz w:val="44"/>
                <w:szCs w:val="44"/>
              </w:rPr>
              <w:t xml:space="preserve"> or NaOH?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CF46B1" w:rsidRDefault="00CF46B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Q53: </w:t>
            </w:r>
          </w:p>
          <w:p w:rsidR="00CF46B1" w:rsidRPr="00846B99" w:rsidRDefault="00CF46B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[OH</w:t>
            </w:r>
            <w:r w:rsidRPr="00CF46B1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</w:rPr>
              <w:t>][H</w:t>
            </w:r>
            <w:r w:rsidRPr="00CF46B1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 xml:space="preserve">]= ?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715872" w:rsidRDefault="00715872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Q58: Which is larger</w:t>
            </w:r>
          </w:p>
          <w:p w:rsidR="00715872" w:rsidRPr="00846B99" w:rsidRDefault="00715872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in an acid; [H+] or [OH-]?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CF46B1" w:rsidRDefault="00CF46B1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Q54:</w:t>
            </w:r>
          </w:p>
          <w:p w:rsidR="00A53E25" w:rsidRPr="00A53E25" w:rsidRDefault="00CF46B1" w:rsidP="001012E3">
            <w:pPr>
              <w:rPr>
                <w:sz w:val="36"/>
                <w:szCs w:val="36"/>
                <w:vertAlign w:val="superscript"/>
              </w:rPr>
            </w:pPr>
            <w:r>
              <w:rPr>
                <w:sz w:val="44"/>
                <w:szCs w:val="44"/>
              </w:rPr>
              <w:t xml:space="preserve">   </w:t>
            </w:r>
          </w:p>
          <w:p w:rsidR="00CF46B1" w:rsidRPr="00846B99" w:rsidRDefault="00CF46B1" w:rsidP="001012E3">
            <w:pPr>
              <w:rPr>
                <w:sz w:val="44"/>
                <w:szCs w:val="44"/>
              </w:rPr>
            </w:pPr>
            <w:r w:rsidRPr="00CF46B1">
              <w:rPr>
                <w:sz w:val="36"/>
                <w:szCs w:val="36"/>
              </w:rPr>
              <w:t>If [H</w:t>
            </w:r>
            <w:r w:rsidRPr="00065EDE">
              <w:rPr>
                <w:sz w:val="36"/>
                <w:szCs w:val="36"/>
                <w:vertAlign w:val="superscript"/>
              </w:rPr>
              <w:t>+</w:t>
            </w:r>
            <w:r w:rsidRPr="00CF46B1">
              <w:rPr>
                <w:sz w:val="36"/>
                <w:szCs w:val="36"/>
              </w:rPr>
              <w:t>]=1.0 x 10</w:t>
            </w:r>
            <w:r w:rsidRPr="00065EDE">
              <w:rPr>
                <w:sz w:val="36"/>
                <w:szCs w:val="36"/>
                <w:vertAlign w:val="superscript"/>
              </w:rPr>
              <w:t>-8</w:t>
            </w:r>
            <w:r>
              <w:rPr>
                <w:sz w:val="36"/>
                <w:szCs w:val="36"/>
              </w:rPr>
              <w:t>, [OH</w:t>
            </w:r>
            <w:r w:rsidRPr="00065EDE">
              <w:rPr>
                <w:sz w:val="36"/>
                <w:szCs w:val="36"/>
                <w:vertAlign w:val="superscript"/>
              </w:rPr>
              <w:t>-</w:t>
            </w:r>
            <w:r>
              <w:rPr>
                <w:sz w:val="36"/>
                <w:szCs w:val="36"/>
              </w:rPr>
              <w:t>]=?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592634" w:rsidRPr="00846B99" w:rsidRDefault="00592634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Q59: As concentration of H</w:t>
            </w:r>
            <w:r w:rsidRPr="00592634">
              <w:rPr>
                <w:sz w:val="44"/>
                <w:szCs w:val="44"/>
                <w:vertAlign w:val="superscript"/>
              </w:rPr>
              <w:t xml:space="preserve">+ </w:t>
            </w:r>
            <w:r>
              <w:rPr>
                <w:sz w:val="44"/>
                <w:szCs w:val="44"/>
              </w:rPr>
              <w:t xml:space="preserve">increases, does pH increase or decrease?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65EDE" w:rsidRDefault="00065ED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Q55: If [OH</w:t>
            </w:r>
            <w:r w:rsidRPr="00065EDE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</w:rPr>
              <w:t>]=1.0 x 10</w:t>
            </w:r>
            <w:r w:rsidRPr="00065EDE">
              <w:rPr>
                <w:sz w:val="44"/>
                <w:szCs w:val="44"/>
                <w:vertAlign w:val="superscript"/>
              </w:rPr>
              <w:t>-4</w:t>
            </w:r>
            <w:r>
              <w:rPr>
                <w:sz w:val="44"/>
                <w:szCs w:val="44"/>
              </w:rPr>
              <w:t xml:space="preserve">, </w:t>
            </w:r>
          </w:p>
          <w:p w:rsidR="00065EDE" w:rsidRDefault="00065EDE" w:rsidP="001012E3">
            <w:pPr>
              <w:rPr>
                <w:sz w:val="44"/>
                <w:szCs w:val="44"/>
              </w:rPr>
            </w:pPr>
          </w:p>
          <w:p w:rsidR="00065EDE" w:rsidRPr="00846B99" w:rsidRDefault="00065ED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pH=?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592634" w:rsidRDefault="00592634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Q60: </w:t>
            </w:r>
            <w:r w:rsidR="007859C2">
              <w:rPr>
                <w:sz w:val="44"/>
                <w:szCs w:val="44"/>
              </w:rPr>
              <w:t>If [H</w:t>
            </w:r>
            <w:r w:rsidR="007859C2" w:rsidRPr="007859C2">
              <w:rPr>
                <w:sz w:val="44"/>
                <w:szCs w:val="44"/>
                <w:vertAlign w:val="superscript"/>
              </w:rPr>
              <w:t>+</w:t>
            </w:r>
            <w:r w:rsidR="007859C2">
              <w:rPr>
                <w:sz w:val="44"/>
                <w:szCs w:val="44"/>
              </w:rPr>
              <w:t>]=1.0 x 10</w:t>
            </w:r>
            <w:r w:rsidR="007859C2" w:rsidRPr="007859C2">
              <w:rPr>
                <w:sz w:val="44"/>
                <w:szCs w:val="44"/>
                <w:vertAlign w:val="superscript"/>
              </w:rPr>
              <w:t>-9</w:t>
            </w:r>
            <w:r w:rsidR="007859C2">
              <w:rPr>
                <w:sz w:val="44"/>
                <w:szCs w:val="44"/>
              </w:rPr>
              <w:t xml:space="preserve">, </w:t>
            </w:r>
          </w:p>
          <w:p w:rsidR="007859C2" w:rsidRPr="00846B99" w:rsidRDefault="007859C2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pOH=?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065EDE" w:rsidRDefault="00065ED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Q56: If [H</w:t>
            </w:r>
            <w:r w:rsidRPr="00065EDE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]= 1.0 x 10</w:t>
            </w:r>
            <w:r w:rsidRPr="00065EDE">
              <w:rPr>
                <w:sz w:val="44"/>
                <w:szCs w:val="44"/>
                <w:vertAlign w:val="superscript"/>
              </w:rPr>
              <w:t>-9</w:t>
            </w:r>
            <w:r>
              <w:rPr>
                <w:sz w:val="44"/>
                <w:szCs w:val="44"/>
              </w:rPr>
              <w:t xml:space="preserve">, </w:t>
            </w:r>
          </w:p>
          <w:p w:rsidR="00065EDE" w:rsidRPr="00846B99" w:rsidRDefault="00065ED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pH = ?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7859C2" w:rsidRPr="00846B99" w:rsidRDefault="007859C2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Q61: What is [H</w:t>
            </w:r>
            <w:r w:rsidRPr="007859C2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 xml:space="preserve">] of neutral solutions?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A57:</w:t>
            </w:r>
            <w:r w:rsidR="00A53E25">
              <w:rPr>
                <w:sz w:val="44"/>
                <w:szCs w:val="44"/>
              </w:rPr>
              <w:t xml:space="preserve"> Ca(OH)</w:t>
            </w:r>
            <w:r w:rsidR="00A53E25" w:rsidRPr="00A53E25">
              <w:rPr>
                <w:sz w:val="44"/>
                <w:szCs w:val="44"/>
                <w:vertAlign w:val="subscript"/>
              </w:rPr>
              <w:t>2</w:t>
            </w:r>
            <w:r w:rsidR="00A53E25">
              <w:rPr>
                <w:sz w:val="44"/>
                <w:szCs w:val="44"/>
              </w:rPr>
              <w:t xml:space="preserve"> because it dissociates into Ca</w:t>
            </w:r>
            <w:r w:rsidR="00A53E25" w:rsidRPr="00A53E25">
              <w:rPr>
                <w:sz w:val="44"/>
                <w:szCs w:val="44"/>
                <w:vertAlign w:val="superscript"/>
              </w:rPr>
              <w:t>2+</w:t>
            </w:r>
            <w:r w:rsidR="00A53E25">
              <w:rPr>
                <w:sz w:val="44"/>
                <w:szCs w:val="44"/>
              </w:rPr>
              <w:t xml:space="preserve"> and OH</w:t>
            </w:r>
            <w:r w:rsidR="00A53E25" w:rsidRPr="00A53E25">
              <w:rPr>
                <w:sz w:val="44"/>
                <w:szCs w:val="44"/>
                <w:vertAlign w:val="superscript"/>
              </w:rPr>
              <w:t>-</w:t>
            </w:r>
            <w:r w:rsidR="00A53E25">
              <w:rPr>
                <w:sz w:val="44"/>
                <w:szCs w:val="44"/>
              </w:rPr>
              <w:t xml:space="preserve"> and OH</w:t>
            </w:r>
            <w:r w:rsidR="00A53E25" w:rsidRPr="00A53E25">
              <w:rPr>
                <w:sz w:val="44"/>
                <w:szCs w:val="44"/>
                <w:vertAlign w:val="superscript"/>
              </w:rPr>
              <w:t>-</w:t>
            </w:r>
            <w:r w:rsidR="00A53E25">
              <w:rPr>
                <w:sz w:val="44"/>
                <w:szCs w:val="44"/>
              </w:rPr>
              <w:t>.  More OH</w:t>
            </w:r>
            <w:r w:rsidR="00A53E25" w:rsidRPr="00A53E25">
              <w:rPr>
                <w:sz w:val="44"/>
                <w:szCs w:val="44"/>
                <w:vertAlign w:val="superscript"/>
              </w:rPr>
              <w:t>-</w:t>
            </w:r>
            <w:r w:rsidR="00A53E25">
              <w:rPr>
                <w:sz w:val="44"/>
                <w:szCs w:val="44"/>
              </w:rPr>
              <w:t xml:space="preserve"> means higher pH 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A52: 12</w:t>
            </w:r>
            <w:r w:rsidR="00A53E25">
              <w:rPr>
                <w:sz w:val="44"/>
                <w:szCs w:val="44"/>
              </w:rPr>
              <w:t xml:space="preserve"> 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A58:</w:t>
            </w:r>
            <w:r w:rsidR="00A53E25">
              <w:rPr>
                <w:sz w:val="44"/>
                <w:szCs w:val="44"/>
              </w:rPr>
              <w:t xml:space="preserve"> H</w:t>
            </w:r>
            <w:r w:rsidR="00A53E25" w:rsidRPr="00A53E25">
              <w:rPr>
                <w:sz w:val="44"/>
                <w:szCs w:val="44"/>
                <w:vertAlign w:val="superscript"/>
              </w:rPr>
              <w:t>+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A53: 1.0 x 10</w:t>
            </w:r>
            <w:r w:rsidRPr="000477A8">
              <w:rPr>
                <w:sz w:val="44"/>
                <w:szCs w:val="44"/>
                <w:vertAlign w:val="superscript"/>
              </w:rPr>
              <w:t>-</w:t>
            </w:r>
            <w:r>
              <w:rPr>
                <w:sz w:val="44"/>
                <w:szCs w:val="44"/>
                <w:vertAlign w:val="superscript"/>
              </w:rPr>
              <w:t>14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A59:</w:t>
            </w:r>
            <w:r w:rsidR="00A53E25">
              <w:rPr>
                <w:sz w:val="44"/>
                <w:szCs w:val="44"/>
              </w:rPr>
              <w:t xml:space="preserve"> pH would decrease.  More H</w:t>
            </w:r>
            <w:r w:rsidR="00A53E25" w:rsidRPr="00A53E25">
              <w:rPr>
                <w:sz w:val="44"/>
                <w:szCs w:val="44"/>
                <w:vertAlign w:val="superscript"/>
              </w:rPr>
              <w:t>+</w:t>
            </w:r>
            <w:r w:rsidR="00A53E25">
              <w:rPr>
                <w:sz w:val="44"/>
                <w:szCs w:val="44"/>
              </w:rPr>
              <w:t xml:space="preserve"> means stronger acid and lower pH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A54:</w:t>
            </w:r>
            <w:r w:rsidR="00A53E25">
              <w:rPr>
                <w:sz w:val="44"/>
                <w:szCs w:val="44"/>
              </w:rPr>
              <w:t xml:space="preserve"> </w:t>
            </w:r>
            <w:r w:rsidR="00A53E25" w:rsidRPr="00CF46B1">
              <w:rPr>
                <w:sz w:val="36"/>
                <w:szCs w:val="36"/>
              </w:rPr>
              <w:t>1.0 x 10</w:t>
            </w:r>
            <w:r w:rsidR="00A53E25" w:rsidRPr="00065EDE">
              <w:rPr>
                <w:sz w:val="36"/>
                <w:szCs w:val="36"/>
                <w:vertAlign w:val="superscript"/>
              </w:rPr>
              <w:t>-</w:t>
            </w:r>
            <w:r w:rsidR="00A53E25">
              <w:rPr>
                <w:sz w:val="36"/>
                <w:szCs w:val="36"/>
                <w:vertAlign w:val="superscript"/>
              </w:rPr>
              <w:t>6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A60: </w:t>
            </w:r>
            <w:r w:rsidR="00A53E25">
              <w:rPr>
                <w:sz w:val="44"/>
                <w:szCs w:val="44"/>
              </w:rPr>
              <w:t>6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A55:</w:t>
            </w:r>
            <w:r w:rsidR="00A53E25">
              <w:rPr>
                <w:sz w:val="44"/>
                <w:szCs w:val="44"/>
              </w:rPr>
              <w:t xml:space="preserve"> 10</w:t>
            </w:r>
          </w:p>
        </w:tc>
      </w:tr>
      <w:tr w:rsidR="00404D7E" w:rsidRPr="00846B99" w:rsidTr="001012E3">
        <w:trPr>
          <w:trHeight w:val="2851"/>
        </w:trPr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A61: </w:t>
            </w:r>
            <w:r w:rsidR="00A53E25">
              <w:rPr>
                <w:sz w:val="44"/>
                <w:szCs w:val="44"/>
              </w:rPr>
              <w:t>pH=7 so</w:t>
            </w:r>
          </w:p>
          <w:p w:rsidR="00A53E25" w:rsidRPr="00846B99" w:rsidRDefault="00A53E25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[H</w:t>
            </w:r>
            <w:r w:rsidRPr="00A53E25">
              <w:rPr>
                <w:sz w:val="44"/>
                <w:szCs w:val="44"/>
                <w:vertAlign w:val="superscript"/>
              </w:rPr>
              <w:t>+</w:t>
            </w:r>
            <w:r>
              <w:rPr>
                <w:sz w:val="44"/>
                <w:szCs w:val="44"/>
              </w:rPr>
              <w:t>]= 1.0 x 10</w:t>
            </w:r>
            <w:r w:rsidRPr="00A53E25">
              <w:rPr>
                <w:sz w:val="44"/>
                <w:szCs w:val="44"/>
                <w:vertAlign w:val="superscript"/>
              </w:rPr>
              <w:t>-7</w:t>
            </w:r>
          </w:p>
        </w:tc>
        <w:tc>
          <w:tcPr>
            <w:tcW w:w="360" w:type="dxa"/>
          </w:tcPr>
          <w:p w:rsidR="00404D7E" w:rsidRPr="00846B99" w:rsidRDefault="00404D7E" w:rsidP="001012E3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404D7E" w:rsidRDefault="00404D7E" w:rsidP="001012E3">
            <w:pPr>
              <w:rPr>
                <w:sz w:val="44"/>
                <w:szCs w:val="44"/>
              </w:rPr>
            </w:pPr>
          </w:p>
          <w:p w:rsidR="00B849FE" w:rsidRPr="00846B99" w:rsidRDefault="00B849FE" w:rsidP="001012E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A56: </w:t>
            </w:r>
            <w:r w:rsidR="00A53E25">
              <w:rPr>
                <w:sz w:val="44"/>
                <w:szCs w:val="44"/>
              </w:rPr>
              <w:t>9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B363EB" w:rsidRPr="00846B99" w:rsidRDefault="00B363EB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Q62: What is dilution?  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C0008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Q67: To move from a pH=1 to pH=3, it is diluted by a factor of: 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B363EB" w:rsidRDefault="00B363EB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Q63: When an acid is diluted, its pH _______.</w:t>
            </w:r>
          </w:p>
          <w:p w:rsidR="00B363EB" w:rsidRPr="00846B99" w:rsidRDefault="00B363EB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(increases or decreases?)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Q68: When diluting a solution from pH=12 to pH=9, it is diluted by a factor of: 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B363EB" w:rsidRDefault="00B363EB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Q64: When a base is diluted, its pH ____.</w:t>
            </w:r>
          </w:p>
          <w:p w:rsidR="00B363EB" w:rsidRPr="00846B99" w:rsidRDefault="00B363EB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(increases or decreases?)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Q69: If the original volume of a solution is 1mL, what is the final volume when it is diluted by </w:t>
            </w:r>
            <w:r w:rsidR="00092FDF">
              <w:rPr>
                <w:sz w:val="44"/>
                <w:szCs w:val="44"/>
              </w:rPr>
              <w:t xml:space="preserve">a factor of </w:t>
            </w:r>
            <w:r>
              <w:rPr>
                <w:sz w:val="44"/>
                <w:szCs w:val="44"/>
              </w:rPr>
              <w:t xml:space="preserve">100?  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B363EB" w:rsidRPr="00846B99" w:rsidRDefault="00B363EB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Q65: When acids or bases are diluted, their pH moves toward ____ on the pH scale.  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Q70: How much water should be added to 10 mL of HCl to move from pH=2 to pH=3?  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B363EB" w:rsidRPr="00846B99" w:rsidRDefault="00B363EB" w:rsidP="00C0008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Q66: </w:t>
            </w:r>
            <w:r w:rsidR="00C00085" w:rsidRPr="00C00085">
              <w:rPr>
                <w:sz w:val="36"/>
                <w:szCs w:val="36"/>
              </w:rPr>
              <w:t>What is the pH of a solution</w:t>
            </w:r>
            <w:r w:rsidR="00C00085">
              <w:rPr>
                <w:sz w:val="36"/>
                <w:szCs w:val="36"/>
              </w:rPr>
              <w:t xml:space="preserve"> when 1 mL of an acid with a pH of 1 is diluted to 1000 mL with water?  </w:t>
            </w:r>
            <w:r w:rsidR="00C00085">
              <w:rPr>
                <w:sz w:val="44"/>
                <w:szCs w:val="44"/>
              </w:rPr>
              <w:t xml:space="preserve">   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C0008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Q71: </w:t>
            </w:r>
            <w:r w:rsidRPr="00C00085">
              <w:rPr>
                <w:sz w:val="36"/>
                <w:szCs w:val="36"/>
              </w:rPr>
              <w:t xml:space="preserve">What is the pH of </w:t>
            </w:r>
            <w:r>
              <w:rPr>
                <w:sz w:val="36"/>
                <w:szCs w:val="36"/>
              </w:rPr>
              <w:t>a</w:t>
            </w:r>
            <w:r w:rsidRPr="00C00085">
              <w:rPr>
                <w:sz w:val="36"/>
                <w:szCs w:val="36"/>
              </w:rPr>
              <w:t xml:space="preserve"> solution when</w:t>
            </w:r>
            <w:r>
              <w:rPr>
                <w:sz w:val="36"/>
                <w:szCs w:val="36"/>
              </w:rPr>
              <w:t xml:space="preserve"> 10 mL of a base with a pH of 10 is diluted to 100 mL with water?   </w:t>
            </w:r>
            <w:r>
              <w:rPr>
                <w:sz w:val="44"/>
                <w:szCs w:val="44"/>
              </w:rPr>
              <w:t xml:space="preserve"> 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A67: 100x diluted</w:t>
            </w:r>
          </w:p>
          <w:p w:rsidR="00C00085" w:rsidRDefault="00C00085" w:rsidP="00932951">
            <w:pPr>
              <w:rPr>
                <w:sz w:val="32"/>
                <w:szCs w:val="32"/>
              </w:rPr>
            </w:pPr>
            <w:r w:rsidRPr="00C00085">
              <w:rPr>
                <w:sz w:val="32"/>
                <w:szCs w:val="32"/>
              </w:rPr>
              <w:t>(1 to 3 on pH scale = 10</w:t>
            </w:r>
            <w:r w:rsidRPr="00C00085">
              <w:rPr>
                <w:sz w:val="32"/>
                <w:szCs w:val="32"/>
                <w:vertAlign w:val="superscript"/>
              </w:rPr>
              <w:t>2</w:t>
            </w:r>
            <w:r w:rsidRPr="00C00085">
              <w:rPr>
                <w:sz w:val="32"/>
                <w:szCs w:val="32"/>
              </w:rPr>
              <w:t xml:space="preserve"> = 100) </w:t>
            </w:r>
          </w:p>
          <w:p w:rsidR="00C00085" w:rsidRDefault="00C00085" w:rsidP="0093295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-or-</w:t>
            </w:r>
          </w:p>
          <w:p w:rsidR="00C00085" w:rsidRPr="00C00085" w:rsidRDefault="00092FDF" w:rsidP="0093295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(1x10</w:t>
            </w:r>
            <w:r w:rsidRPr="00092FDF">
              <w:rPr>
                <w:sz w:val="32"/>
                <w:szCs w:val="32"/>
                <w:vertAlign w:val="superscript"/>
              </w:rPr>
              <w:t>-1</w:t>
            </w:r>
            <w:r>
              <w:rPr>
                <w:sz w:val="32"/>
                <w:szCs w:val="32"/>
              </w:rPr>
              <w:t xml:space="preserve"> ÷1x10</w:t>
            </w:r>
            <w:r w:rsidRPr="00092FDF">
              <w:rPr>
                <w:sz w:val="32"/>
                <w:szCs w:val="32"/>
                <w:vertAlign w:val="superscript"/>
              </w:rPr>
              <w:t>-3</w:t>
            </w:r>
            <w:r>
              <w:rPr>
                <w:sz w:val="32"/>
                <w:szCs w:val="32"/>
              </w:rPr>
              <w:t xml:space="preserve"> = 100)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A62: adding more and more water to a solution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092FDF" w:rsidRDefault="00092FDF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A68: 1000x more dilute</w:t>
            </w:r>
          </w:p>
          <w:p w:rsidR="00092FDF" w:rsidRDefault="00092FDF" w:rsidP="00092F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(12 to 9</w:t>
            </w:r>
            <w:r w:rsidRPr="00C00085">
              <w:rPr>
                <w:sz w:val="32"/>
                <w:szCs w:val="32"/>
              </w:rPr>
              <w:t xml:space="preserve"> on pH scale = 10</w:t>
            </w:r>
            <w:r>
              <w:rPr>
                <w:sz w:val="32"/>
                <w:szCs w:val="32"/>
                <w:vertAlign w:val="superscript"/>
              </w:rPr>
              <w:t>3</w:t>
            </w:r>
            <w:r w:rsidRPr="00C00085">
              <w:rPr>
                <w:sz w:val="32"/>
                <w:szCs w:val="32"/>
              </w:rPr>
              <w:t xml:space="preserve"> = 100</w:t>
            </w:r>
            <w:r>
              <w:rPr>
                <w:sz w:val="32"/>
                <w:szCs w:val="32"/>
              </w:rPr>
              <w:t>0</w:t>
            </w:r>
            <w:r w:rsidRPr="00C00085">
              <w:rPr>
                <w:sz w:val="32"/>
                <w:szCs w:val="32"/>
              </w:rPr>
              <w:t xml:space="preserve">) </w:t>
            </w:r>
          </w:p>
          <w:p w:rsidR="00092FDF" w:rsidRDefault="00092FDF" w:rsidP="00092F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-or-</w:t>
            </w:r>
          </w:p>
          <w:p w:rsidR="00092FDF" w:rsidRDefault="00092FDF" w:rsidP="00092FDF">
            <w:pPr>
              <w:rPr>
                <w:sz w:val="44"/>
                <w:szCs w:val="44"/>
              </w:rPr>
            </w:pPr>
            <w:r>
              <w:rPr>
                <w:sz w:val="32"/>
                <w:szCs w:val="32"/>
              </w:rPr>
              <w:t>(1x10</w:t>
            </w:r>
            <w:r w:rsidRPr="00092FDF">
              <w:rPr>
                <w:sz w:val="32"/>
                <w:szCs w:val="32"/>
                <w:vertAlign w:val="superscript"/>
              </w:rPr>
              <w:t>-</w:t>
            </w:r>
            <w:r>
              <w:rPr>
                <w:sz w:val="32"/>
                <w:szCs w:val="32"/>
                <w:vertAlign w:val="superscript"/>
              </w:rPr>
              <w:t>12</w:t>
            </w:r>
            <w:r>
              <w:rPr>
                <w:sz w:val="32"/>
                <w:szCs w:val="32"/>
              </w:rPr>
              <w:t xml:space="preserve"> ÷1x10</w:t>
            </w:r>
            <w:r w:rsidRPr="00092FDF">
              <w:rPr>
                <w:sz w:val="32"/>
                <w:szCs w:val="32"/>
                <w:vertAlign w:val="superscript"/>
              </w:rPr>
              <w:t>-</w:t>
            </w:r>
            <w:r>
              <w:rPr>
                <w:sz w:val="32"/>
                <w:szCs w:val="32"/>
                <w:vertAlign w:val="superscript"/>
              </w:rPr>
              <w:t>9</w:t>
            </w:r>
            <w:r>
              <w:rPr>
                <w:sz w:val="32"/>
                <w:szCs w:val="32"/>
              </w:rPr>
              <w:t xml:space="preserve"> = 1000)</w:t>
            </w:r>
          </w:p>
          <w:p w:rsidR="00092FDF" w:rsidRPr="00846B99" w:rsidRDefault="00092FDF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A63: increases (moves toward neutral pH of 7)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092FDF" w:rsidRDefault="00092FDF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A69: (1 mL) x (100) =</w:t>
            </w:r>
          </w:p>
          <w:p w:rsidR="00092FDF" w:rsidRDefault="00092FDF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             </w:t>
            </w:r>
          </w:p>
          <w:p w:rsidR="00092FDF" w:rsidRPr="00846B99" w:rsidRDefault="00092FDF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                  100 mL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A64: decreases (moves toward neutral pH of 7) 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092FDF" w:rsidRDefault="00092FDF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A70: 90 mL</w:t>
            </w:r>
          </w:p>
          <w:p w:rsidR="00092FDF" w:rsidRDefault="00092FDF" w:rsidP="0093295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(*</w:t>
            </w:r>
            <w:r w:rsidRPr="00092FDF">
              <w:rPr>
                <w:sz w:val="32"/>
                <w:szCs w:val="32"/>
              </w:rPr>
              <w:t xml:space="preserve">pH </w:t>
            </w:r>
            <w:r>
              <w:rPr>
                <w:sz w:val="32"/>
                <w:szCs w:val="32"/>
              </w:rPr>
              <w:t>2 to 3 is dilute by factor of 10.</w:t>
            </w:r>
          </w:p>
          <w:p w:rsidR="00092FDF" w:rsidRDefault="00092FDF" w:rsidP="00932951">
            <w:pPr>
              <w:rPr>
                <w:sz w:val="32"/>
                <w:szCs w:val="32"/>
              </w:rPr>
            </w:pPr>
          </w:p>
          <w:p w:rsidR="00092FDF" w:rsidRDefault="00092FDF" w:rsidP="0093295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*10 mL (orig) x 10 = 100 mL total</w:t>
            </w:r>
          </w:p>
          <w:p w:rsidR="00092FDF" w:rsidRPr="00092FDF" w:rsidRDefault="00092FDF" w:rsidP="0093295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*Had 10 mL (orig) so add 90 more)</w:t>
            </w: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Pr="00846B99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A65: 7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092FDF" w:rsidRDefault="00092FDF" w:rsidP="00932951">
            <w:pPr>
              <w:rPr>
                <w:sz w:val="44"/>
                <w:szCs w:val="44"/>
              </w:rPr>
            </w:pPr>
          </w:p>
          <w:p w:rsidR="008645E4" w:rsidRDefault="00092FDF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A71: pH = 9</w:t>
            </w:r>
          </w:p>
          <w:p w:rsidR="00092FDF" w:rsidRPr="00846B99" w:rsidRDefault="00092FDF" w:rsidP="00092FDF">
            <w:pPr>
              <w:rPr>
                <w:sz w:val="44"/>
                <w:szCs w:val="44"/>
              </w:rPr>
            </w:pPr>
            <w:r>
              <w:rPr>
                <w:sz w:val="32"/>
                <w:szCs w:val="32"/>
              </w:rPr>
              <w:t xml:space="preserve">(Diluting from 10 mL to 100 mL is a factor of 10. The pH will move one space on scale toward neutral 7.  </w:t>
            </w:r>
          </w:p>
          <w:p w:rsidR="00092FDF" w:rsidRPr="00846B99" w:rsidRDefault="00092FDF" w:rsidP="00092FDF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Default="008645E4" w:rsidP="00932951">
            <w:pPr>
              <w:rPr>
                <w:sz w:val="44"/>
                <w:szCs w:val="44"/>
              </w:rPr>
            </w:pPr>
          </w:p>
          <w:p w:rsidR="00C00085" w:rsidRDefault="00C00085" w:rsidP="0093295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A66: pH=4</w:t>
            </w:r>
          </w:p>
          <w:p w:rsidR="00C00085" w:rsidRDefault="00C00085" w:rsidP="00932951">
            <w:pPr>
              <w:rPr>
                <w:sz w:val="28"/>
                <w:szCs w:val="28"/>
              </w:rPr>
            </w:pPr>
            <w:r w:rsidRPr="00C0008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*</w:t>
            </w:r>
            <w:r w:rsidRPr="00C00085">
              <w:rPr>
                <w:sz w:val="28"/>
                <w:szCs w:val="28"/>
              </w:rPr>
              <w:t xml:space="preserve">1 mL to 1000 mL is a dilution of 1000x. </w:t>
            </w:r>
          </w:p>
          <w:p w:rsidR="00C00085" w:rsidRDefault="00C00085" w:rsidP="00932951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*1000 =10</w:t>
            </w:r>
            <w:r w:rsidRPr="00C00085">
              <w:rPr>
                <w:sz w:val="28"/>
                <w:szCs w:val="28"/>
                <w:vertAlign w:val="superscript"/>
              </w:rPr>
              <w:t>3</w:t>
            </w:r>
            <w:r w:rsidRPr="00C00085">
              <w:rPr>
                <w:sz w:val="28"/>
                <w:szCs w:val="28"/>
              </w:rPr>
              <w:t xml:space="preserve"> </w:t>
            </w:r>
          </w:p>
          <w:p w:rsidR="00C00085" w:rsidRPr="00C00085" w:rsidRDefault="00C00085" w:rsidP="0093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 xml:space="preserve">    </w:t>
            </w:r>
            <w:r w:rsidRPr="00C00085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 xml:space="preserve">3 </w:t>
            </w:r>
            <w:r>
              <w:rPr>
                <w:sz w:val="28"/>
                <w:szCs w:val="28"/>
              </w:rPr>
              <w:t>means moving 3 spaces on pH scale)</w:t>
            </w: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8645E4" w:rsidRPr="00846B99" w:rsidTr="00932951">
        <w:trPr>
          <w:trHeight w:val="2851"/>
        </w:trPr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8645E4" w:rsidRPr="00846B99" w:rsidRDefault="008645E4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  <w:tr w:rsidR="00716CEB" w:rsidRPr="00846B99" w:rsidTr="00932951">
        <w:trPr>
          <w:trHeight w:val="2851"/>
        </w:trPr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360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  <w:tc>
          <w:tcPr>
            <w:tcW w:w="5616" w:type="dxa"/>
          </w:tcPr>
          <w:p w:rsidR="00716CEB" w:rsidRPr="00846B99" w:rsidRDefault="00716CEB" w:rsidP="00932951">
            <w:pPr>
              <w:rPr>
                <w:sz w:val="44"/>
                <w:szCs w:val="44"/>
              </w:rPr>
            </w:pPr>
          </w:p>
        </w:tc>
      </w:tr>
    </w:tbl>
    <w:p w:rsidR="00680C3C" w:rsidRPr="00846B99" w:rsidRDefault="00680C3C">
      <w:pPr>
        <w:rPr>
          <w:sz w:val="44"/>
          <w:szCs w:val="44"/>
        </w:rPr>
      </w:pPr>
    </w:p>
    <w:sectPr w:rsidR="00680C3C" w:rsidRPr="00846B99" w:rsidSect="006C2CA4">
      <w:pgSz w:w="12240" w:h="15840" w:code="1"/>
      <w:pgMar w:top="749" w:right="360" w:bottom="749" w:left="36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110B4"/>
    <w:multiLevelType w:val="multilevel"/>
    <w:tmpl w:val="40FC52C6"/>
    <w:styleLink w:val="Style1"/>
    <w:lvl w:ilvl="0">
      <w:start w:val="1"/>
      <w:numFmt w:val="bullet"/>
      <w:lvlText w:val="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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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"/>
      <w:lvlJc w:val="left"/>
      <w:pPr>
        <w:ind w:left="1080" w:hanging="360"/>
      </w:pPr>
      <w:rPr>
        <w:rFonts w:ascii="Wingdings" w:hAnsi="Wingdings" w:hint="default"/>
      </w:rPr>
    </w:lvl>
    <w:lvl w:ilvl="4">
      <w:start w:val="1"/>
      <w:numFmt w:val="bullet"/>
      <w:lvlText w:val=""/>
      <w:lvlJc w:val="left"/>
      <w:pPr>
        <w:ind w:left="1080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74311E"/>
    <w:rsid w:val="00004D35"/>
    <w:rsid w:val="00013F66"/>
    <w:rsid w:val="00032C2F"/>
    <w:rsid w:val="000477A8"/>
    <w:rsid w:val="00065EDE"/>
    <w:rsid w:val="00080048"/>
    <w:rsid w:val="00092FDF"/>
    <w:rsid w:val="000C63C2"/>
    <w:rsid w:val="000F0501"/>
    <w:rsid w:val="000F3FDA"/>
    <w:rsid w:val="000F68CD"/>
    <w:rsid w:val="001627CE"/>
    <w:rsid w:val="001B13F8"/>
    <w:rsid w:val="001C0041"/>
    <w:rsid w:val="001E12E5"/>
    <w:rsid w:val="001F04BC"/>
    <w:rsid w:val="001F05C3"/>
    <w:rsid w:val="00210D65"/>
    <w:rsid w:val="0023142B"/>
    <w:rsid w:val="002A6E56"/>
    <w:rsid w:val="002B2561"/>
    <w:rsid w:val="0031777A"/>
    <w:rsid w:val="00334663"/>
    <w:rsid w:val="003405B4"/>
    <w:rsid w:val="00381C13"/>
    <w:rsid w:val="003B4AD3"/>
    <w:rsid w:val="003B5636"/>
    <w:rsid w:val="003C4930"/>
    <w:rsid w:val="003D070A"/>
    <w:rsid w:val="003D5DEF"/>
    <w:rsid w:val="003E41D6"/>
    <w:rsid w:val="00404D7E"/>
    <w:rsid w:val="0041408F"/>
    <w:rsid w:val="004648F3"/>
    <w:rsid w:val="00480445"/>
    <w:rsid w:val="004D29AC"/>
    <w:rsid w:val="00507E3F"/>
    <w:rsid w:val="005123DA"/>
    <w:rsid w:val="00516BA9"/>
    <w:rsid w:val="00574B81"/>
    <w:rsid w:val="005837D5"/>
    <w:rsid w:val="00592634"/>
    <w:rsid w:val="00592757"/>
    <w:rsid w:val="005B4A26"/>
    <w:rsid w:val="005B62FF"/>
    <w:rsid w:val="005B7E6F"/>
    <w:rsid w:val="00680C3C"/>
    <w:rsid w:val="006920D5"/>
    <w:rsid w:val="00693198"/>
    <w:rsid w:val="006A0F1D"/>
    <w:rsid w:val="006C2CA4"/>
    <w:rsid w:val="006C2F69"/>
    <w:rsid w:val="006C5241"/>
    <w:rsid w:val="006C6F02"/>
    <w:rsid w:val="00715872"/>
    <w:rsid w:val="00716CEB"/>
    <w:rsid w:val="0074311E"/>
    <w:rsid w:val="007859C2"/>
    <w:rsid w:val="007B3681"/>
    <w:rsid w:val="007C352B"/>
    <w:rsid w:val="007F7D14"/>
    <w:rsid w:val="00807798"/>
    <w:rsid w:val="00822233"/>
    <w:rsid w:val="00846B99"/>
    <w:rsid w:val="008472C7"/>
    <w:rsid w:val="008645E4"/>
    <w:rsid w:val="00893D71"/>
    <w:rsid w:val="008B6524"/>
    <w:rsid w:val="00905058"/>
    <w:rsid w:val="009054D2"/>
    <w:rsid w:val="00914ABA"/>
    <w:rsid w:val="00940D39"/>
    <w:rsid w:val="00953C82"/>
    <w:rsid w:val="00957E93"/>
    <w:rsid w:val="009648DF"/>
    <w:rsid w:val="00973ADF"/>
    <w:rsid w:val="009D568D"/>
    <w:rsid w:val="009E5B47"/>
    <w:rsid w:val="00A01F3B"/>
    <w:rsid w:val="00A128A9"/>
    <w:rsid w:val="00A1392F"/>
    <w:rsid w:val="00A17745"/>
    <w:rsid w:val="00A47F94"/>
    <w:rsid w:val="00A53E25"/>
    <w:rsid w:val="00A62634"/>
    <w:rsid w:val="00AA3521"/>
    <w:rsid w:val="00AC2E38"/>
    <w:rsid w:val="00AF1E0C"/>
    <w:rsid w:val="00B363EB"/>
    <w:rsid w:val="00B849FE"/>
    <w:rsid w:val="00B91D06"/>
    <w:rsid w:val="00BB7089"/>
    <w:rsid w:val="00BE5BDB"/>
    <w:rsid w:val="00C00085"/>
    <w:rsid w:val="00C44335"/>
    <w:rsid w:val="00C535A6"/>
    <w:rsid w:val="00C7067A"/>
    <w:rsid w:val="00C84248"/>
    <w:rsid w:val="00CB7484"/>
    <w:rsid w:val="00CC3FF1"/>
    <w:rsid w:val="00CD1B17"/>
    <w:rsid w:val="00CE3F9F"/>
    <w:rsid w:val="00CF46B1"/>
    <w:rsid w:val="00D855BE"/>
    <w:rsid w:val="00DC54AC"/>
    <w:rsid w:val="00DE51E3"/>
    <w:rsid w:val="00E32EB9"/>
    <w:rsid w:val="00E452E0"/>
    <w:rsid w:val="00E858F3"/>
    <w:rsid w:val="00E946B3"/>
    <w:rsid w:val="00F01E6E"/>
    <w:rsid w:val="00F11AB5"/>
    <w:rsid w:val="00F41405"/>
    <w:rsid w:val="00F50C83"/>
    <w:rsid w:val="00F92A74"/>
    <w:rsid w:val="00FD6085"/>
    <w:rsid w:val="00FE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30"/>
    <w:rPr>
      <w:rFonts w:ascii="Maiandra GD" w:hAnsi="Maiandra GD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5BD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1405"/>
    <w:pPr>
      <w:spacing w:before="200" w:after="0" w:line="271" w:lineRule="auto"/>
      <w:outlineLvl w:val="1"/>
    </w:pPr>
    <w:rPr>
      <w:b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D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6BA9"/>
    <w:pPr>
      <w:spacing w:after="0" w:line="271" w:lineRule="auto"/>
      <w:ind w:left="720"/>
      <w:outlineLvl w:val="3"/>
    </w:pPr>
    <w:rPr>
      <w:b/>
      <w:bCs/>
      <w:spacing w:val="5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D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DB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DB"/>
    <w:pPr>
      <w:spacing w:after="0"/>
      <w:outlineLvl w:val="6"/>
    </w:pPr>
    <w:rPr>
      <w:b/>
      <w:bCs/>
      <w:i/>
      <w:iCs/>
      <w:color w:val="5A5A5A" w:themeColor="text1" w:themeTint="A5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DB"/>
    <w:pPr>
      <w:spacing w:after="0"/>
      <w:outlineLvl w:val="7"/>
    </w:pPr>
    <w:rPr>
      <w:b/>
      <w:bCs/>
      <w:color w:val="7F7F7F" w:themeColor="text1" w:themeTint="8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DB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E5BDB"/>
    <w:rPr>
      <w:b/>
      <w:bCs/>
    </w:rPr>
  </w:style>
  <w:style w:type="numbering" w:customStyle="1" w:styleId="Style1">
    <w:name w:val="Style1"/>
    <w:uiPriority w:val="99"/>
    <w:rsid w:val="001E12E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BE5BDB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41405"/>
    <w:rPr>
      <w:rFonts w:ascii="Maiandra GD" w:hAnsi="Maiandra GD"/>
      <w:b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DB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16BA9"/>
    <w:rPr>
      <w:rFonts w:ascii="Maiandra GD" w:hAnsi="Maiandra GD"/>
      <w:b/>
      <w:bCs/>
      <w:spacing w:val="5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DB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DB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DB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E5BD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5BDB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DB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DB"/>
    <w:rPr>
      <w:i/>
      <w:iCs/>
      <w:smallCaps/>
      <w:spacing w:val="10"/>
      <w:sz w:val="28"/>
      <w:szCs w:val="28"/>
    </w:rPr>
  </w:style>
  <w:style w:type="character" w:styleId="Emphasis">
    <w:name w:val="Emphasis"/>
    <w:uiPriority w:val="20"/>
    <w:qFormat/>
    <w:rsid w:val="00BE5BDB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BE5B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5B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5BD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5BD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DB"/>
    <w:rPr>
      <w:i/>
      <w:iCs/>
    </w:rPr>
  </w:style>
  <w:style w:type="character" w:styleId="SubtleEmphasis">
    <w:name w:val="Subtle Emphasis"/>
    <w:uiPriority w:val="19"/>
    <w:qFormat/>
    <w:rsid w:val="00BE5BDB"/>
    <w:rPr>
      <w:i/>
      <w:iCs/>
    </w:rPr>
  </w:style>
  <w:style w:type="character" w:styleId="IntenseEmphasis">
    <w:name w:val="Intense Emphasis"/>
    <w:uiPriority w:val="21"/>
    <w:qFormat/>
    <w:rsid w:val="00BE5BD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E5BDB"/>
    <w:rPr>
      <w:smallCaps/>
    </w:rPr>
  </w:style>
  <w:style w:type="character" w:styleId="IntenseReference">
    <w:name w:val="Intense Reference"/>
    <w:uiPriority w:val="32"/>
    <w:qFormat/>
    <w:rsid w:val="003B4AD3"/>
    <w:rPr>
      <w:rFonts w:ascii="Maiandra GD" w:hAnsi="Maiandra GD"/>
      <w:b/>
      <w:bCs/>
      <w:smallCaps/>
      <w:spacing w:val="10"/>
      <w:sz w:val="22"/>
    </w:rPr>
  </w:style>
  <w:style w:type="character" w:styleId="BookTitle">
    <w:name w:val="Book Title"/>
    <w:basedOn w:val="DefaultParagraphFont"/>
    <w:uiPriority w:val="33"/>
    <w:qFormat/>
    <w:rsid w:val="00BE5BD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5BDB"/>
    <w:pPr>
      <w:outlineLvl w:val="9"/>
    </w:pPr>
  </w:style>
  <w:style w:type="character" w:customStyle="1" w:styleId="subscript">
    <w:name w:val="subscript"/>
    <w:basedOn w:val="Strong"/>
    <w:uiPriority w:val="1"/>
    <w:qFormat/>
    <w:rsid w:val="00AC2E38"/>
    <w:rPr>
      <w:b/>
      <w:sz w:val="24"/>
      <w:szCs w:val="24"/>
      <w:vertAlign w:val="subscript"/>
    </w:rPr>
  </w:style>
  <w:style w:type="table" w:styleId="TableGrid">
    <w:name w:val="Table Grid"/>
    <w:basedOn w:val="TableNormal"/>
    <w:uiPriority w:val="59"/>
    <w:rsid w:val="006A0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kandrick\Application%20Data\Microsoft\Templates\TP03000346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298723B-2916-40E1-A2F7-5F71E32F8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TP030003464</Template>
  <TotalTime>384</TotalTime>
  <Pages>19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29</cp:revision>
  <cp:lastPrinted>2012-05-17T14:27:00Z</cp:lastPrinted>
  <dcterms:created xsi:type="dcterms:W3CDTF">2012-05-09T12:37:00Z</dcterms:created>
  <dcterms:modified xsi:type="dcterms:W3CDTF">2012-05-17T17:43:00Z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TC300034649990</vt:lpwstr>
  </property>
</Properties>
</file>